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994052" w:rsidRDefault="005742F1" w:rsidP="005742F1">
      <w:pPr>
        <w:pStyle w:val="Heading1"/>
        <w:keepNext w:val="0"/>
        <w:widowControl w:val="0"/>
        <w:jc w:val="right"/>
        <w:rPr>
          <w:u w:val="none"/>
        </w:rPr>
      </w:pPr>
      <w:r w:rsidRPr="00994052">
        <w:rPr>
          <w:u w:val="none"/>
        </w:rPr>
        <w:t>ОБРАЗЕЦ</w:t>
      </w:r>
    </w:p>
    <w:p w:rsidR="005742F1" w:rsidRPr="00994052" w:rsidRDefault="005742F1" w:rsidP="005742F1">
      <w:pPr>
        <w:pStyle w:val="Heading1"/>
        <w:keepNext w:val="0"/>
        <w:widowControl w:val="0"/>
        <w:rPr>
          <w:b w:val="0"/>
          <w:bCs w:val="0"/>
        </w:rPr>
      </w:pPr>
      <w:r w:rsidRPr="00994052">
        <w:rPr>
          <w:b w:val="0"/>
          <w:bCs w:val="0"/>
        </w:rPr>
        <w:t>_________________________________________________</w:t>
      </w:r>
      <w:r w:rsidR="00994052" w:rsidRPr="00994052">
        <w:rPr>
          <w:b w:val="0"/>
          <w:bCs w:val="0"/>
        </w:rPr>
        <w:t>_______________________________</w:t>
      </w:r>
    </w:p>
    <w:p w:rsidR="005742F1" w:rsidRPr="00994052" w:rsidRDefault="005742F1" w:rsidP="005742F1">
      <w:pPr>
        <w:pStyle w:val="Heading1"/>
        <w:keepNext w:val="0"/>
        <w:widowControl w:val="0"/>
        <w:rPr>
          <w:b w:val="0"/>
          <w:bCs w:val="0"/>
          <w:u w:val="none"/>
        </w:rPr>
      </w:pPr>
      <w:r w:rsidRPr="00994052">
        <w:rPr>
          <w:b w:val="0"/>
          <w:bCs w:val="0"/>
          <w:u w:val="none"/>
        </w:rPr>
        <w:t>/пълно наименование на участника, търговски адрес, телефон и факс, ЕИК и ИН по ЗДДС/</w:t>
      </w:r>
    </w:p>
    <w:p w:rsidR="005742F1" w:rsidRPr="00994052" w:rsidRDefault="005742F1" w:rsidP="005742F1">
      <w:pPr>
        <w:pStyle w:val="Heading2"/>
        <w:keepNext w:val="0"/>
        <w:widowControl w:val="0"/>
        <w:spacing w:line="360" w:lineRule="auto"/>
        <w:rPr>
          <w:b w:val="0"/>
          <w:bCs w:val="0"/>
        </w:rPr>
      </w:pPr>
    </w:p>
    <w:p w:rsidR="005742F1" w:rsidRPr="00994052" w:rsidRDefault="005742F1" w:rsidP="005742F1">
      <w:pPr>
        <w:widowControl w:val="0"/>
        <w:rPr>
          <w:lang w:val="bg-BG"/>
        </w:rPr>
      </w:pPr>
    </w:p>
    <w:p w:rsidR="005742F1" w:rsidRPr="00994052" w:rsidRDefault="005742F1" w:rsidP="005742F1">
      <w:pPr>
        <w:pStyle w:val="Heading2"/>
        <w:keepNext w:val="0"/>
        <w:widowControl w:val="0"/>
        <w:spacing w:line="360" w:lineRule="auto"/>
        <w:ind w:left="5580" w:firstLine="720"/>
      </w:pPr>
      <w:r w:rsidRPr="00994052">
        <w:t>До</w:t>
      </w:r>
    </w:p>
    <w:p w:rsidR="005742F1" w:rsidRPr="00994052" w:rsidRDefault="005742F1" w:rsidP="005742F1">
      <w:pPr>
        <w:pStyle w:val="Heading5"/>
        <w:keepNext w:val="0"/>
        <w:widowControl w:val="0"/>
        <w:rPr>
          <w:sz w:val="24"/>
        </w:rPr>
      </w:pPr>
      <w:r w:rsidRPr="00994052">
        <w:rPr>
          <w:sz w:val="24"/>
        </w:rPr>
        <w:t xml:space="preserve">“АЕЦ Козлодуй” ЕАД </w:t>
      </w:r>
    </w:p>
    <w:p w:rsidR="005742F1" w:rsidRPr="00994052" w:rsidRDefault="005742F1" w:rsidP="005742F1">
      <w:pPr>
        <w:pStyle w:val="Heading5"/>
        <w:keepNext w:val="0"/>
        <w:widowControl w:val="0"/>
        <w:spacing w:after="120" w:line="240" w:lineRule="auto"/>
        <w:ind w:firstLine="6299"/>
        <w:rPr>
          <w:sz w:val="24"/>
        </w:rPr>
      </w:pPr>
      <w:r w:rsidRPr="00994052">
        <w:rPr>
          <w:sz w:val="24"/>
        </w:rPr>
        <w:t>гр. Козлодуй</w:t>
      </w:r>
    </w:p>
    <w:p w:rsidR="005742F1" w:rsidRPr="00994052" w:rsidRDefault="005742F1" w:rsidP="005742F1">
      <w:pPr>
        <w:pStyle w:val="BodyText"/>
        <w:widowControl w:val="0"/>
        <w:spacing w:after="120"/>
        <w:ind w:left="2880" w:firstLine="720"/>
        <w:rPr>
          <w:b/>
          <w:bCs/>
          <w:sz w:val="32"/>
          <w:szCs w:val="32"/>
        </w:rPr>
      </w:pPr>
      <w:r w:rsidRPr="00994052">
        <w:rPr>
          <w:b/>
          <w:bCs/>
          <w:sz w:val="32"/>
          <w:szCs w:val="32"/>
        </w:rPr>
        <w:t>О Ф Е Р Т А</w:t>
      </w:r>
    </w:p>
    <w:p w:rsidR="005742F1" w:rsidRPr="00994052" w:rsidRDefault="005742F1" w:rsidP="005742F1">
      <w:pPr>
        <w:widowControl w:val="0"/>
        <w:spacing w:line="360" w:lineRule="auto"/>
        <w:jc w:val="center"/>
        <w:rPr>
          <w:lang w:val="bg-BG"/>
        </w:rPr>
      </w:pPr>
      <w:r w:rsidRPr="00994052">
        <w:rPr>
          <w:lang w:val="bg-BG"/>
        </w:rPr>
        <w:t>за участие в процедура на договаряне с предварителна покана за участие с предмет:</w:t>
      </w:r>
    </w:p>
    <w:p w:rsidR="005742F1" w:rsidRPr="00994052" w:rsidRDefault="005742F1" w:rsidP="00622328">
      <w:pPr>
        <w:pStyle w:val="BodyText"/>
        <w:widowControl w:val="0"/>
        <w:spacing w:line="360" w:lineRule="auto"/>
        <w:jc w:val="center"/>
        <w:rPr>
          <w:b/>
          <w:bCs/>
        </w:rPr>
      </w:pPr>
      <w:r w:rsidRPr="00994052">
        <w:rPr>
          <w:b/>
          <w:bCs/>
        </w:rPr>
        <w:t>“</w:t>
      </w:r>
      <w:r w:rsidR="009035C5" w:rsidRPr="009035C5">
        <w:rPr>
          <w:b/>
          <w:bCs/>
        </w:rPr>
        <w:t>Използване на търговските платформи на организиран борсов пазар за извършване на сделки с електрическа енергия от "АЕЦ Козлодуй" ЕАД</w:t>
      </w:r>
      <w:r w:rsidRPr="00994052">
        <w:rPr>
          <w:b/>
          <w:bCs/>
        </w:rPr>
        <w:t>”</w:t>
      </w:r>
    </w:p>
    <w:p w:rsidR="00622328" w:rsidRPr="00994052" w:rsidRDefault="00622328" w:rsidP="00622328">
      <w:pPr>
        <w:pStyle w:val="BodyText"/>
        <w:widowControl w:val="0"/>
        <w:ind w:firstLine="720"/>
        <w:rPr>
          <w:b/>
          <w:bCs/>
        </w:rPr>
      </w:pPr>
    </w:p>
    <w:p w:rsidR="005742F1" w:rsidRPr="00994052" w:rsidRDefault="005742F1" w:rsidP="00622328">
      <w:pPr>
        <w:pStyle w:val="BodyText"/>
        <w:widowControl w:val="0"/>
        <w:ind w:firstLine="720"/>
        <w:rPr>
          <w:b/>
          <w:bCs/>
        </w:rPr>
      </w:pPr>
      <w:r w:rsidRPr="00994052">
        <w:rPr>
          <w:b/>
          <w:bCs/>
        </w:rPr>
        <w:t>УВАЖАЕМИ ГОСПОДА,</w:t>
      </w:r>
    </w:p>
    <w:p w:rsidR="005742F1" w:rsidRPr="00994052" w:rsidRDefault="005742F1" w:rsidP="005742F1">
      <w:pPr>
        <w:pStyle w:val="BodyText"/>
      </w:pPr>
      <w:r w:rsidRPr="00994052">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t>Ценовото предложение</w:t>
      </w:r>
      <w:r w:rsidR="009035C5">
        <w:t>, за срок до 31.12.2019 г</w:t>
      </w:r>
      <w:r w:rsidRPr="00994052">
        <w:t>.</w:t>
      </w:r>
    </w:p>
    <w:p w:rsidR="005742F1" w:rsidRPr="00857646" w:rsidRDefault="005742F1" w:rsidP="005742F1">
      <w:pPr>
        <w:pStyle w:val="BodyText"/>
        <w:rPr>
          <w:lang w:val="en-US"/>
        </w:rPr>
      </w:pPr>
      <w:r w:rsidRPr="00994052">
        <w:tab/>
        <w:t>Задължаваме се, в случай че нашата оферта бъде приета</w:t>
      </w:r>
      <w:r w:rsidR="00994052" w:rsidRPr="00994052">
        <w:t>,</w:t>
      </w:r>
      <w:r w:rsidRPr="00994052">
        <w:t xml:space="preserve"> да изпълним качествено </w:t>
      </w:r>
      <w:r w:rsidRPr="00857646">
        <w:t>дейностите</w:t>
      </w:r>
      <w:r w:rsidR="00994052" w:rsidRPr="00857646">
        <w:t>,</w:t>
      </w:r>
      <w:r w:rsidRPr="00857646">
        <w:t xml:space="preserve"> подробно описани в </w:t>
      </w:r>
      <w:r w:rsidR="009035C5">
        <w:t>договора</w:t>
      </w:r>
      <w:r w:rsidRPr="00857646">
        <w:t>.</w:t>
      </w:r>
    </w:p>
    <w:p w:rsidR="005742F1" w:rsidRPr="00994052" w:rsidRDefault="005742F1" w:rsidP="005742F1">
      <w:pPr>
        <w:jc w:val="both"/>
        <w:rPr>
          <w:lang w:val="bg-BG"/>
        </w:rPr>
      </w:pPr>
      <w:r w:rsidRPr="00994052">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994052" w:rsidRDefault="002C15DE" w:rsidP="005742F1">
      <w:pPr>
        <w:pStyle w:val="BodyText"/>
        <w:ind w:firstLine="720"/>
      </w:pPr>
    </w:p>
    <w:p w:rsidR="005742F1" w:rsidRPr="00994052" w:rsidRDefault="005742F1" w:rsidP="005742F1">
      <w:pPr>
        <w:pStyle w:val="BodyText"/>
        <w:ind w:firstLine="720"/>
      </w:pPr>
      <w:r w:rsidRPr="00994052">
        <w:t>Опис на документите в офертата:</w:t>
      </w:r>
    </w:p>
    <w:p w:rsidR="00F26B41" w:rsidRPr="00994052" w:rsidRDefault="00F26B41">
      <w:pPr>
        <w:pStyle w:val="BodyText"/>
        <w:ind w:firstLine="720"/>
        <w:rPr>
          <w:sz w:val="10"/>
          <w:szCs w:val="10"/>
        </w:rPr>
      </w:pPr>
    </w:p>
    <w:p w:rsidR="00194B40" w:rsidRDefault="00143A11" w:rsidP="00994052">
      <w:pPr>
        <w:pStyle w:val="BodyText2"/>
        <w:widowControl/>
        <w:numPr>
          <w:ilvl w:val="0"/>
          <w:numId w:val="6"/>
        </w:numPr>
        <w:ind w:left="0" w:firstLine="709"/>
        <w:rPr>
          <w:szCs w:val="22"/>
        </w:rPr>
      </w:pPr>
      <w:r w:rsidRPr="00994052">
        <w:rPr>
          <w:szCs w:val="22"/>
        </w:rPr>
        <w:t>Техническо предложение</w:t>
      </w:r>
    </w:p>
    <w:p w:rsidR="00994052" w:rsidRPr="00AD20FB" w:rsidRDefault="00AD20FB" w:rsidP="00994052">
      <w:pPr>
        <w:pStyle w:val="BodyText2"/>
        <w:widowControl/>
        <w:numPr>
          <w:ilvl w:val="1"/>
          <w:numId w:val="6"/>
        </w:numPr>
        <w:ind w:left="0" w:firstLine="709"/>
        <w:rPr>
          <w:b w:val="0"/>
          <w:szCs w:val="22"/>
        </w:rPr>
      </w:pPr>
      <w:r w:rsidRPr="00AD20FB">
        <w:rPr>
          <w:b w:val="0"/>
        </w:rPr>
        <w:t>Документ за упълномощаване, когато лицето, което подава офертата, не е законният представител на участника;</w:t>
      </w:r>
    </w:p>
    <w:p w:rsidR="00AD20FB" w:rsidRPr="00857646" w:rsidRDefault="00AD20FB" w:rsidP="00994052">
      <w:pPr>
        <w:pStyle w:val="BodyText2"/>
        <w:widowControl/>
        <w:numPr>
          <w:ilvl w:val="1"/>
          <w:numId w:val="6"/>
        </w:numPr>
        <w:ind w:left="0" w:firstLine="709"/>
        <w:rPr>
          <w:b w:val="0"/>
          <w:szCs w:val="22"/>
        </w:rPr>
      </w:pPr>
      <w:r w:rsidRPr="00AD20FB">
        <w:rPr>
          <w:b w:val="0"/>
        </w:rPr>
        <w:t>Предложение за изпълнение на поръчката, което включва:</w:t>
      </w:r>
    </w:p>
    <w:p w:rsidR="00857646" w:rsidRPr="00C714F8" w:rsidRDefault="009035C5" w:rsidP="00857646">
      <w:pPr>
        <w:pStyle w:val="BodyText2"/>
        <w:widowControl/>
        <w:numPr>
          <w:ilvl w:val="2"/>
          <w:numId w:val="6"/>
        </w:numPr>
        <w:ind w:left="0" w:firstLine="720"/>
        <w:rPr>
          <w:b w:val="0"/>
          <w:szCs w:val="22"/>
        </w:rPr>
      </w:pPr>
      <w:r w:rsidRPr="00C714F8">
        <w:rPr>
          <w:b w:val="0"/>
        </w:rPr>
        <w:t>Правила за работа на пазарен сегмент „Ден напред“</w:t>
      </w:r>
      <w:r w:rsidR="00857646" w:rsidRPr="00C714F8">
        <w:rPr>
          <w:b w:val="0"/>
        </w:rPr>
        <w:t>;</w:t>
      </w:r>
    </w:p>
    <w:p w:rsidR="00857646" w:rsidRPr="00C714F8" w:rsidRDefault="00C714F8" w:rsidP="00857646">
      <w:pPr>
        <w:pStyle w:val="BodyText2"/>
        <w:widowControl/>
        <w:numPr>
          <w:ilvl w:val="2"/>
          <w:numId w:val="6"/>
        </w:numPr>
        <w:ind w:left="0" w:firstLine="720"/>
        <w:rPr>
          <w:b w:val="0"/>
          <w:szCs w:val="22"/>
        </w:rPr>
      </w:pPr>
      <w:r w:rsidRPr="00C714F8">
        <w:rPr>
          <w:b w:val="0"/>
        </w:rPr>
        <w:t>Правила за работа на организиран борсов пазар на електрическа енергия, сегмент ЦПДД</w:t>
      </w:r>
      <w:r w:rsidR="00857646" w:rsidRPr="00C714F8">
        <w:rPr>
          <w:b w:val="0"/>
          <w:szCs w:val="22"/>
        </w:rPr>
        <w:t>;</w:t>
      </w:r>
    </w:p>
    <w:p w:rsidR="00857646" w:rsidRPr="005D5309" w:rsidRDefault="00857646" w:rsidP="00994052">
      <w:pPr>
        <w:pStyle w:val="BodyText2"/>
        <w:widowControl/>
        <w:numPr>
          <w:ilvl w:val="1"/>
          <w:numId w:val="6"/>
        </w:numPr>
        <w:ind w:left="0" w:firstLine="709"/>
        <w:rPr>
          <w:b w:val="0"/>
          <w:szCs w:val="22"/>
        </w:rPr>
      </w:pPr>
      <w:r w:rsidRPr="00A511F4">
        <w:rPr>
          <w:b w:val="0"/>
        </w:rPr>
        <w:t>Декларация за обстоятелствата по чл. 39, ал.</w:t>
      </w:r>
      <w:r>
        <w:rPr>
          <w:b w:val="0"/>
        </w:rPr>
        <w:t xml:space="preserve"> </w:t>
      </w:r>
      <w:r w:rsidRPr="00A511F4">
        <w:rPr>
          <w:b w:val="0"/>
        </w:rPr>
        <w:t>3, т.</w:t>
      </w:r>
      <w:r>
        <w:rPr>
          <w:b w:val="0"/>
        </w:rPr>
        <w:t xml:space="preserve"> 1, б. в)</w:t>
      </w:r>
      <w:r w:rsidR="005D5309">
        <w:rPr>
          <w:b w:val="0"/>
        </w:rPr>
        <w:t>,</w:t>
      </w:r>
      <w:r>
        <w:rPr>
          <w:b w:val="0"/>
        </w:rPr>
        <w:t xml:space="preserve"> г)</w:t>
      </w:r>
      <w:r w:rsidRPr="00A511F4">
        <w:rPr>
          <w:b w:val="0"/>
        </w:rPr>
        <w:t xml:space="preserve"> </w:t>
      </w:r>
      <w:r w:rsidR="005D5309">
        <w:rPr>
          <w:b w:val="0"/>
        </w:rPr>
        <w:t xml:space="preserve">и д) </w:t>
      </w:r>
      <w:r w:rsidRPr="00A511F4">
        <w:rPr>
          <w:b w:val="0"/>
        </w:rPr>
        <w:t>от ППЗОП</w:t>
      </w:r>
      <w:r w:rsidR="005D5309">
        <w:rPr>
          <w:b w:val="0"/>
        </w:rPr>
        <w:t>.</w:t>
      </w:r>
    </w:p>
    <w:p w:rsidR="005D5309" w:rsidRPr="00AD20FB" w:rsidRDefault="005D5309" w:rsidP="00994052">
      <w:pPr>
        <w:pStyle w:val="BodyText2"/>
        <w:widowControl/>
        <w:numPr>
          <w:ilvl w:val="1"/>
          <w:numId w:val="6"/>
        </w:numPr>
        <w:ind w:left="0" w:firstLine="709"/>
        <w:rPr>
          <w:b w:val="0"/>
          <w:szCs w:val="22"/>
        </w:rPr>
      </w:pPr>
      <w:r w:rsidRPr="000A27A8">
        <w:rPr>
          <w:b w:val="0"/>
        </w:rPr>
        <w:t>Предложение за изменение и/или допълнение на клаузите на проекта на договор, ако има такива</w:t>
      </w:r>
      <w:r>
        <w:rPr>
          <w:b w:val="0"/>
        </w:rPr>
        <w:t>.</w:t>
      </w:r>
    </w:p>
    <w:p w:rsidR="00194B40" w:rsidRPr="00ED3484" w:rsidRDefault="00143A11" w:rsidP="00ED3484">
      <w:pPr>
        <w:pStyle w:val="BodyText2"/>
        <w:widowControl/>
        <w:numPr>
          <w:ilvl w:val="0"/>
          <w:numId w:val="6"/>
        </w:numPr>
        <w:ind w:left="0" w:firstLine="709"/>
        <w:rPr>
          <w:szCs w:val="22"/>
        </w:rPr>
      </w:pPr>
      <w:r w:rsidRPr="00ED3484">
        <w:rPr>
          <w:szCs w:val="22"/>
        </w:rPr>
        <w:t>Ценово предложение</w:t>
      </w:r>
      <w:r w:rsidR="00194B40" w:rsidRPr="00ED3484">
        <w:rPr>
          <w:szCs w:val="22"/>
        </w:rPr>
        <w:t xml:space="preserve"> </w:t>
      </w:r>
    </w:p>
    <w:p w:rsidR="003905D2" w:rsidRPr="00194E68" w:rsidRDefault="00C714F8" w:rsidP="000A27A8">
      <w:pPr>
        <w:pStyle w:val="BodyText2"/>
        <w:widowControl/>
        <w:numPr>
          <w:ilvl w:val="1"/>
          <w:numId w:val="6"/>
        </w:numPr>
        <w:ind w:left="0" w:firstLine="709"/>
        <w:rPr>
          <w:b w:val="0"/>
        </w:rPr>
      </w:pPr>
      <w:r>
        <w:rPr>
          <w:b w:val="0"/>
        </w:rPr>
        <w:t>Тарифа за таксите</w:t>
      </w:r>
      <w:r w:rsidR="008C7AAB">
        <w:rPr>
          <w:b w:val="0"/>
        </w:rPr>
        <w:t>;</w:t>
      </w:r>
    </w:p>
    <w:p w:rsidR="00194B40" w:rsidRPr="00994052" w:rsidRDefault="00194B40">
      <w:pPr>
        <w:spacing w:line="360" w:lineRule="auto"/>
        <w:ind w:left="374"/>
        <w:rPr>
          <w:bCs/>
          <w:sz w:val="10"/>
          <w:szCs w:val="10"/>
          <w:lang w:val="bg-BG"/>
        </w:rPr>
      </w:pPr>
    </w:p>
    <w:p w:rsidR="00194B40" w:rsidRPr="00994052" w:rsidRDefault="00194B40" w:rsidP="003D31CD">
      <w:pPr>
        <w:rPr>
          <w:b/>
          <w:sz w:val="22"/>
          <w:szCs w:val="22"/>
          <w:u w:val="single"/>
          <w:lang w:val="bg-BG"/>
        </w:rPr>
      </w:pPr>
      <w:r w:rsidRPr="00994052">
        <w:rPr>
          <w:b/>
          <w:sz w:val="22"/>
          <w:szCs w:val="22"/>
          <w:u w:val="single"/>
          <w:lang w:val="bg-BG"/>
        </w:rPr>
        <w:t>ПОДПИС и ПЕЧАТ:</w:t>
      </w:r>
    </w:p>
    <w:p w:rsidR="00194B40" w:rsidRPr="00994052" w:rsidRDefault="00194B40" w:rsidP="00111F21">
      <w:pPr>
        <w:pStyle w:val="BodyText"/>
        <w:ind w:left="567"/>
        <w:rPr>
          <w:sz w:val="16"/>
          <w:szCs w:val="16"/>
        </w:rPr>
      </w:pPr>
    </w:p>
    <w:p w:rsidR="00194B40" w:rsidRPr="00994052" w:rsidRDefault="00194B40" w:rsidP="003D31CD">
      <w:pPr>
        <w:pStyle w:val="BodyText"/>
        <w:rPr>
          <w:sz w:val="22"/>
          <w:szCs w:val="22"/>
        </w:rPr>
      </w:pPr>
      <w:r w:rsidRPr="00994052">
        <w:rPr>
          <w:sz w:val="22"/>
          <w:szCs w:val="22"/>
        </w:rPr>
        <w:t>______________________ (име и фамилия)</w:t>
      </w:r>
    </w:p>
    <w:p w:rsidR="00194B40" w:rsidRPr="00994052" w:rsidRDefault="00194B40" w:rsidP="00111F21">
      <w:pPr>
        <w:pStyle w:val="BodyText"/>
        <w:ind w:left="567"/>
        <w:rPr>
          <w:sz w:val="16"/>
          <w:szCs w:val="16"/>
        </w:rPr>
      </w:pPr>
    </w:p>
    <w:p w:rsidR="00194B40" w:rsidRPr="00994052" w:rsidRDefault="00194B40" w:rsidP="003D31CD">
      <w:pPr>
        <w:pStyle w:val="BodyText"/>
        <w:rPr>
          <w:sz w:val="22"/>
          <w:szCs w:val="22"/>
        </w:rPr>
      </w:pPr>
      <w:r w:rsidRPr="00994052">
        <w:rPr>
          <w:sz w:val="22"/>
          <w:szCs w:val="22"/>
        </w:rPr>
        <w:t>______________________ (дата)</w:t>
      </w:r>
    </w:p>
    <w:p w:rsidR="00194B40" w:rsidRPr="00994052" w:rsidRDefault="00194B40" w:rsidP="00111F21">
      <w:pPr>
        <w:pStyle w:val="BodyText"/>
        <w:ind w:left="567"/>
        <w:rPr>
          <w:sz w:val="16"/>
          <w:szCs w:val="16"/>
        </w:rPr>
      </w:pPr>
    </w:p>
    <w:p w:rsidR="00194B40" w:rsidRPr="00994052" w:rsidRDefault="00194B40" w:rsidP="003D31CD">
      <w:pPr>
        <w:pStyle w:val="BodyText"/>
        <w:ind w:left="2805" w:hanging="2805"/>
        <w:rPr>
          <w:sz w:val="22"/>
          <w:szCs w:val="22"/>
        </w:rPr>
      </w:pPr>
      <w:r w:rsidRPr="00994052">
        <w:rPr>
          <w:sz w:val="22"/>
          <w:szCs w:val="22"/>
        </w:rPr>
        <w:t xml:space="preserve">______________________ (длъжност на управляващия/представляващия </w:t>
      </w:r>
      <w:r w:rsidR="00F872F2" w:rsidRPr="00994052">
        <w:rPr>
          <w:sz w:val="22"/>
          <w:szCs w:val="22"/>
        </w:rPr>
        <w:t>участника</w:t>
      </w:r>
      <w:r w:rsidRPr="00994052">
        <w:rPr>
          <w:sz w:val="22"/>
          <w:szCs w:val="22"/>
        </w:rPr>
        <w:t>)</w:t>
      </w:r>
    </w:p>
    <w:p w:rsidR="00194B40" w:rsidRPr="00994052" w:rsidRDefault="00194B40" w:rsidP="00111F21">
      <w:pPr>
        <w:pStyle w:val="BodyText"/>
        <w:ind w:left="3366" w:hanging="2805"/>
        <w:rPr>
          <w:sz w:val="16"/>
          <w:szCs w:val="16"/>
        </w:rPr>
      </w:pPr>
    </w:p>
    <w:p w:rsidR="004F0A93" w:rsidRPr="00FB6EA4" w:rsidRDefault="00194B40" w:rsidP="00FB6EA4">
      <w:pPr>
        <w:pStyle w:val="BodyText"/>
        <w:rPr>
          <w:sz w:val="22"/>
          <w:szCs w:val="22"/>
        </w:rPr>
      </w:pPr>
      <w:r w:rsidRPr="00994052">
        <w:rPr>
          <w:sz w:val="22"/>
          <w:szCs w:val="22"/>
        </w:rPr>
        <w:t>_________________</w:t>
      </w:r>
      <w:r w:rsidR="00F872F2" w:rsidRPr="00994052">
        <w:rPr>
          <w:sz w:val="22"/>
          <w:szCs w:val="22"/>
        </w:rPr>
        <w:t>_____ (наименование на участника</w:t>
      </w:r>
      <w:r w:rsidRPr="00994052">
        <w:rPr>
          <w:sz w:val="22"/>
          <w:szCs w:val="22"/>
        </w:rPr>
        <w:t>)</w:t>
      </w:r>
    </w:p>
    <w:sectPr w:rsidR="004F0A93" w:rsidRPr="00FB6EA4" w:rsidSect="00994052">
      <w:footerReference w:type="even" r:id="rId7"/>
      <w:footerReference w:type="default" r:id="rId8"/>
      <w:type w:val="continuous"/>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9A5" w:rsidRDefault="00AD19A5">
      <w:r>
        <w:separator/>
      </w:r>
    </w:p>
  </w:endnote>
  <w:endnote w:type="continuationSeparator" w:id="0">
    <w:p w:rsidR="00AD19A5" w:rsidRDefault="00AD19A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C83A33"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C83A33">
        <w:pPr>
          <w:pStyle w:val="Footer"/>
          <w:jc w:val="right"/>
        </w:pPr>
        <w:fldSimple w:instr=" PAGE   \* MERGEFORMAT ">
          <w:r w:rsidR="007924D1">
            <w:rPr>
              <w:noProof/>
            </w:rPr>
            <w:t>1</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9A5" w:rsidRDefault="00AD19A5">
      <w:r>
        <w:separator/>
      </w:r>
    </w:p>
  </w:footnote>
  <w:footnote w:type="continuationSeparator" w:id="0">
    <w:p w:rsidR="00AD19A5" w:rsidRDefault="00AD19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55E3"/>
    <w:rsid w:val="000A6F04"/>
    <w:rsid w:val="000A735B"/>
    <w:rsid w:val="000A7F12"/>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5D57"/>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94E68"/>
    <w:rsid w:val="001A0345"/>
    <w:rsid w:val="001A0E59"/>
    <w:rsid w:val="001A1210"/>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D3FA6"/>
    <w:rsid w:val="002E14A4"/>
    <w:rsid w:val="002E19AD"/>
    <w:rsid w:val="002E3400"/>
    <w:rsid w:val="002E36BB"/>
    <w:rsid w:val="002E39A0"/>
    <w:rsid w:val="002E6BFA"/>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54A"/>
    <w:rsid w:val="00473A29"/>
    <w:rsid w:val="00476201"/>
    <w:rsid w:val="00484B9A"/>
    <w:rsid w:val="00485456"/>
    <w:rsid w:val="00486101"/>
    <w:rsid w:val="00486573"/>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52B0"/>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309"/>
    <w:rsid w:val="005D58E9"/>
    <w:rsid w:val="005E0FEF"/>
    <w:rsid w:val="005E1031"/>
    <w:rsid w:val="005E676D"/>
    <w:rsid w:val="005F1142"/>
    <w:rsid w:val="005F2B27"/>
    <w:rsid w:val="005F3385"/>
    <w:rsid w:val="005F579F"/>
    <w:rsid w:val="005F592F"/>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7158A"/>
    <w:rsid w:val="00680056"/>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216B1"/>
    <w:rsid w:val="0073306D"/>
    <w:rsid w:val="0073613A"/>
    <w:rsid w:val="007418F9"/>
    <w:rsid w:val="00741A18"/>
    <w:rsid w:val="0074374F"/>
    <w:rsid w:val="00744D42"/>
    <w:rsid w:val="0074601B"/>
    <w:rsid w:val="00750346"/>
    <w:rsid w:val="00751427"/>
    <w:rsid w:val="0075285D"/>
    <w:rsid w:val="007550BB"/>
    <w:rsid w:val="007554F9"/>
    <w:rsid w:val="0076030A"/>
    <w:rsid w:val="00762C2D"/>
    <w:rsid w:val="0076486D"/>
    <w:rsid w:val="007673D3"/>
    <w:rsid w:val="00767DBC"/>
    <w:rsid w:val="0077175D"/>
    <w:rsid w:val="00771953"/>
    <w:rsid w:val="007727AA"/>
    <w:rsid w:val="0077602F"/>
    <w:rsid w:val="00776D07"/>
    <w:rsid w:val="00777879"/>
    <w:rsid w:val="00781555"/>
    <w:rsid w:val="00782310"/>
    <w:rsid w:val="00782C5D"/>
    <w:rsid w:val="007842A7"/>
    <w:rsid w:val="007861B1"/>
    <w:rsid w:val="007924D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E2"/>
    <w:rsid w:val="00857646"/>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D18"/>
    <w:rsid w:val="00895543"/>
    <w:rsid w:val="008A1555"/>
    <w:rsid w:val="008A401C"/>
    <w:rsid w:val="008B28DF"/>
    <w:rsid w:val="008C61C1"/>
    <w:rsid w:val="008C7AAB"/>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35C5"/>
    <w:rsid w:val="0090643B"/>
    <w:rsid w:val="00913A6F"/>
    <w:rsid w:val="00914464"/>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19A5"/>
    <w:rsid w:val="00AD20FB"/>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1BC"/>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45565"/>
    <w:rsid w:val="00C51CBA"/>
    <w:rsid w:val="00C57024"/>
    <w:rsid w:val="00C62ABC"/>
    <w:rsid w:val="00C634A4"/>
    <w:rsid w:val="00C714F8"/>
    <w:rsid w:val="00C71694"/>
    <w:rsid w:val="00C77C7E"/>
    <w:rsid w:val="00C80251"/>
    <w:rsid w:val="00C80E4D"/>
    <w:rsid w:val="00C816EF"/>
    <w:rsid w:val="00C83A33"/>
    <w:rsid w:val="00C85D4F"/>
    <w:rsid w:val="00CA2338"/>
    <w:rsid w:val="00CA54FD"/>
    <w:rsid w:val="00CB2A75"/>
    <w:rsid w:val="00CB5358"/>
    <w:rsid w:val="00CC1650"/>
    <w:rsid w:val="00CC63E8"/>
    <w:rsid w:val="00CC6C65"/>
    <w:rsid w:val="00CD0E0D"/>
    <w:rsid w:val="00CD3F0E"/>
    <w:rsid w:val="00CD4B32"/>
    <w:rsid w:val="00CE1A1D"/>
    <w:rsid w:val="00CE2D15"/>
    <w:rsid w:val="00CE5781"/>
    <w:rsid w:val="00CF2BB7"/>
    <w:rsid w:val="00CF614C"/>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2C52"/>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22B2"/>
    <w:rsid w:val="00F46691"/>
    <w:rsid w:val="00F5105B"/>
    <w:rsid w:val="00F52AC9"/>
    <w:rsid w:val="00F52B38"/>
    <w:rsid w:val="00F547C6"/>
    <w:rsid w:val="00F66726"/>
    <w:rsid w:val="00F6735E"/>
    <w:rsid w:val="00F72B63"/>
    <w:rsid w:val="00F82105"/>
    <w:rsid w:val="00F872F2"/>
    <w:rsid w:val="00F91C69"/>
    <w:rsid w:val="00FA196C"/>
    <w:rsid w:val="00FA2C8F"/>
    <w:rsid w:val="00FA30CA"/>
    <w:rsid w:val="00FA769F"/>
    <w:rsid w:val="00FB4E0A"/>
    <w:rsid w:val="00FB6EA4"/>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uiPriority w:val="99"/>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uiPriority w:val="99"/>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4</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3</cp:revision>
  <cp:lastPrinted>2019-01-16T10:12:00Z</cp:lastPrinted>
  <dcterms:created xsi:type="dcterms:W3CDTF">2019-01-16T08:55:00Z</dcterms:created>
  <dcterms:modified xsi:type="dcterms:W3CDTF">2019-01-16T10:12:00Z</dcterms:modified>
</cp:coreProperties>
</file>